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EEE" w:rsidRDefault="00B73EEE" w:rsidP="00774B56">
      <w:pPr>
        <w:pStyle w:val="Heading1"/>
        <w:jc w:val="center"/>
      </w:pPr>
      <w:r w:rsidRPr="002C5453">
        <w:t>АДМИНИСТРАЦИЯ</w:t>
      </w:r>
    </w:p>
    <w:p w:rsidR="00B73EEE" w:rsidRPr="00774B56" w:rsidRDefault="00B73EEE" w:rsidP="00774B56">
      <w:pPr>
        <w:pStyle w:val="Heading1"/>
        <w:jc w:val="center"/>
        <w:rPr>
          <w:rStyle w:val="Emphasis"/>
          <w:i w:val="0"/>
          <w:iCs w:val="0"/>
        </w:rPr>
      </w:pPr>
      <w:r>
        <w:t>РАБОЧЕГО ПОСЕЛКА КОЧЕНЕВО</w:t>
      </w:r>
    </w:p>
    <w:p w:rsidR="00B73EEE" w:rsidRDefault="00B73EEE" w:rsidP="00774B56">
      <w:pPr>
        <w:pStyle w:val="Heading1"/>
        <w:jc w:val="center"/>
      </w:pPr>
      <w:r w:rsidRPr="002C5453">
        <w:t>КОЧЕНЕВСКОГО</w:t>
      </w:r>
      <w:r>
        <w:rPr>
          <w:b/>
        </w:rPr>
        <w:t xml:space="preserve"> </w:t>
      </w:r>
      <w:r w:rsidRPr="002C5453">
        <w:t>РАЙОНА НОВОСИБИРСКОЙ ОБЛАСТИ</w:t>
      </w:r>
    </w:p>
    <w:p w:rsidR="00B73EEE" w:rsidRDefault="00B73EEE" w:rsidP="001375D8">
      <w:pPr>
        <w:jc w:val="center"/>
        <w:rPr>
          <w:b/>
          <w:sz w:val="28"/>
          <w:szCs w:val="28"/>
        </w:rPr>
      </w:pPr>
    </w:p>
    <w:p w:rsidR="00B73EEE" w:rsidRDefault="00B73EEE" w:rsidP="00137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C12AE">
        <w:rPr>
          <w:b/>
          <w:sz w:val="28"/>
          <w:szCs w:val="28"/>
        </w:rPr>
        <w:t>ОСТАНОВЛЕНИЕ</w:t>
      </w:r>
    </w:p>
    <w:p w:rsidR="00B73EEE" w:rsidRDefault="00B73EEE" w:rsidP="001375D8">
      <w:pPr>
        <w:jc w:val="center"/>
        <w:rPr>
          <w:b/>
          <w:sz w:val="28"/>
          <w:szCs w:val="28"/>
        </w:rPr>
      </w:pPr>
    </w:p>
    <w:p w:rsidR="00B73EEE" w:rsidRDefault="00B73EEE" w:rsidP="00CE4713">
      <w:pPr>
        <w:rPr>
          <w:sz w:val="28"/>
          <w:szCs w:val="28"/>
        </w:rPr>
      </w:pPr>
      <w:r w:rsidRPr="00CE4713">
        <w:rPr>
          <w:sz w:val="28"/>
          <w:szCs w:val="28"/>
        </w:rPr>
        <w:t xml:space="preserve">01.04.2013                                                                             </w:t>
      </w:r>
      <w:r>
        <w:rPr>
          <w:sz w:val="28"/>
          <w:szCs w:val="28"/>
        </w:rPr>
        <w:t xml:space="preserve">                   № 151</w:t>
      </w:r>
    </w:p>
    <w:p w:rsidR="00B73EEE" w:rsidRDefault="00B73EEE" w:rsidP="00CE4713">
      <w:pPr>
        <w:rPr>
          <w:sz w:val="28"/>
          <w:szCs w:val="28"/>
        </w:rPr>
      </w:pPr>
    </w:p>
    <w:p w:rsidR="00B73EEE" w:rsidRDefault="00B73EEE" w:rsidP="009A6779">
      <w:pPr>
        <w:jc w:val="center"/>
        <w:rPr>
          <w:b/>
        </w:rPr>
      </w:pPr>
      <w:r w:rsidRPr="009A6779">
        <w:rPr>
          <w:b/>
        </w:rPr>
        <w:t>Об определении способа расчета расстояния от организаций и объектов,</w:t>
      </w:r>
    </w:p>
    <w:p w:rsidR="00B73EEE" w:rsidRDefault="00B73EEE" w:rsidP="009A6779">
      <w:pPr>
        <w:ind w:left="284" w:hanging="426"/>
        <w:jc w:val="center"/>
        <w:rPr>
          <w:b/>
        </w:rPr>
      </w:pPr>
      <w:r>
        <w:rPr>
          <w:b/>
        </w:rPr>
        <w:t xml:space="preserve"> </w:t>
      </w:r>
      <w:r w:rsidRPr="009A6779">
        <w:rPr>
          <w:b/>
        </w:rPr>
        <w:t>указанных в постановлении Правительства Российской Федерации от 27.12.2012 №1425, до границ прилегающих территорий, на которых не до</w:t>
      </w:r>
      <w:r>
        <w:rPr>
          <w:b/>
        </w:rPr>
        <w:t>-</w:t>
      </w:r>
    </w:p>
    <w:p w:rsidR="00B73EEE" w:rsidRPr="009A6779" w:rsidRDefault="00B73EEE" w:rsidP="009A6779">
      <w:pPr>
        <w:ind w:left="284" w:hanging="426"/>
        <w:jc w:val="center"/>
        <w:rPr>
          <w:b/>
        </w:rPr>
      </w:pPr>
      <w:r w:rsidRPr="009A6779">
        <w:rPr>
          <w:b/>
        </w:rPr>
        <w:t>пускается розничная продажа алкогольной продукции</w:t>
      </w:r>
    </w:p>
    <w:p w:rsidR="00B73EEE" w:rsidRPr="00096D9D" w:rsidRDefault="00B73EEE" w:rsidP="00FA2AB2">
      <w:pPr>
        <w:tabs>
          <w:tab w:val="left" w:pos="9214"/>
        </w:tabs>
        <w:ind w:right="423" w:firstLine="540"/>
        <w:jc w:val="both"/>
        <w:rPr>
          <w:sz w:val="28"/>
          <w:szCs w:val="28"/>
        </w:rPr>
      </w:pPr>
    </w:p>
    <w:p w:rsidR="00B73EEE" w:rsidRDefault="00B73EEE" w:rsidP="00DF288F">
      <w:pPr>
        <w:tabs>
          <w:tab w:val="left" w:pos="9214"/>
          <w:tab w:val="left" w:pos="9639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22.11.1995 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</w:t>
      </w:r>
      <w:r w:rsidRPr="009E2CAD">
        <w:rPr>
          <w:sz w:val="28"/>
          <w:szCs w:val="28"/>
        </w:rPr>
        <w:t>во исполнение</w:t>
      </w:r>
      <w: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становления Правительства Российской Федерации от 27.12.2012  №1425 «Об определении органами государственной власти Субъектов Российской Федерации мест массового скопления граждан и мест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ждения источников повышенной опасности, в которых не допускается розничная продажа алкогольной продукции, а также определении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нами местного самоуправления границ, прилегающих к некоторым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ганизациям и объектам территорий, на которых не допускается розни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ная продажа алкогольной продукции»,</w:t>
      </w:r>
    </w:p>
    <w:p w:rsidR="00B73EEE" w:rsidRPr="00096D9D" w:rsidRDefault="00B73EEE" w:rsidP="00DF288F">
      <w:pPr>
        <w:tabs>
          <w:tab w:val="left" w:pos="9214"/>
          <w:tab w:val="left" w:pos="9639"/>
        </w:tabs>
        <w:ind w:right="-2" w:firstLine="709"/>
        <w:jc w:val="both"/>
        <w:rPr>
          <w:sz w:val="28"/>
          <w:szCs w:val="28"/>
        </w:rPr>
      </w:pPr>
    </w:p>
    <w:p w:rsidR="00B73EEE" w:rsidRDefault="00B73EEE" w:rsidP="008C1609">
      <w:pPr>
        <w:tabs>
          <w:tab w:val="left" w:pos="8931"/>
        </w:tabs>
        <w:ind w:right="-2"/>
        <w:jc w:val="both"/>
        <w:rPr>
          <w:b/>
          <w:sz w:val="28"/>
          <w:szCs w:val="28"/>
        </w:rPr>
      </w:pPr>
      <w:r w:rsidRPr="00096D9D">
        <w:rPr>
          <w:b/>
          <w:sz w:val="28"/>
          <w:szCs w:val="28"/>
        </w:rPr>
        <w:t>ПОСТАНОВЛЯЮ:</w:t>
      </w:r>
    </w:p>
    <w:p w:rsidR="00B73EEE" w:rsidRPr="00096D9D" w:rsidRDefault="00B73EEE" w:rsidP="008C1609">
      <w:pPr>
        <w:tabs>
          <w:tab w:val="left" w:pos="8931"/>
        </w:tabs>
        <w:ind w:right="-2"/>
        <w:jc w:val="both"/>
        <w:rPr>
          <w:b/>
          <w:sz w:val="28"/>
          <w:szCs w:val="28"/>
        </w:rPr>
      </w:pPr>
    </w:p>
    <w:p w:rsidR="00B73EEE" w:rsidRDefault="00B73EEE" w:rsidP="00774B56">
      <w:pPr>
        <w:jc w:val="both"/>
        <w:rPr>
          <w:sz w:val="28"/>
          <w:szCs w:val="28"/>
        </w:rPr>
      </w:pPr>
      <w:r w:rsidRPr="00874F59">
        <w:rPr>
          <w:sz w:val="28"/>
          <w:szCs w:val="28"/>
        </w:rPr>
        <w:t xml:space="preserve">     1. </w:t>
      </w:r>
      <w:r w:rsidRPr="00FD60AE">
        <w:rPr>
          <w:sz w:val="28"/>
          <w:szCs w:val="28"/>
        </w:rPr>
        <w:t>Установить значени</w:t>
      </w:r>
      <w:r>
        <w:rPr>
          <w:sz w:val="28"/>
          <w:szCs w:val="28"/>
        </w:rPr>
        <w:t>е</w:t>
      </w:r>
      <w:r w:rsidRPr="00FD60AE">
        <w:rPr>
          <w:sz w:val="28"/>
          <w:szCs w:val="28"/>
        </w:rPr>
        <w:t xml:space="preserve"> расстояния от организаций и</w:t>
      </w:r>
      <w:r>
        <w:rPr>
          <w:sz w:val="28"/>
          <w:szCs w:val="28"/>
        </w:rPr>
        <w:t xml:space="preserve"> </w:t>
      </w:r>
      <w:r w:rsidRPr="00FD60AE">
        <w:rPr>
          <w:sz w:val="28"/>
          <w:szCs w:val="28"/>
        </w:rPr>
        <w:t>объе</w:t>
      </w:r>
      <w:r>
        <w:rPr>
          <w:sz w:val="28"/>
          <w:szCs w:val="28"/>
        </w:rPr>
        <w:t>к</w:t>
      </w:r>
      <w:r w:rsidRPr="0061320C">
        <w:rPr>
          <w:sz w:val="28"/>
          <w:szCs w:val="28"/>
        </w:rPr>
        <w:t>тов до границ прилегающих территорий, на которых не допускается розничная продажа алкогольной продукции из стационарных объектов торговли и розничная продажа алкогольной продукции при оказании услуг общес</w:t>
      </w:r>
      <w:r w:rsidRPr="0061320C">
        <w:rPr>
          <w:sz w:val="28"/>
          <w:szCs w:val="28"/>
        </w:rPr>
        <w:t>т</w:t>
      </w:r>
      <w:r w:rsidRPr="0061320C">
        <w:rPr>
          <w:sz w:val="28"/>
          <w:szCs w:val="28"/>
        </w:rPr>
        <w:t>венного питания</w:t>
      </w:r>
      <w:r>
        <w:rPr>
          <w:sz w:val="28"/>
          <w:szCs w:val="28"/>
        </w:rPr>
        <w:t>, в соответствии с приложением №1.</w:t>
      </w:r>
    </w:p>
    <w:p w:rsidR="00B73EEE" w:rsidRDefault="00B73EEE" w:rsidP="00774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Определить способ расчета расстояния от организаций и объектов, на которых не допускается розничная продажа алкогольной продукции, от ограждения территории этих организаций и объектов по всему 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метру на расстояние указанное в приложении №1.</w:t>
      </w:r>
    </w:p>
    <w:p w:rsidR="00B73EEE" w:rsidRDefault="00B73EEE" w:rsidP="00774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Утвердить схемы границ прилегающих территорий для каждой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ганизации, на которых не допускается розничная продажа алкогольной продукции, согласно приложений №2, 3, 4, 5, 6, 7, 8, 9, 10, 11, 12, 13.</w:t>
      </w:r>
    </w:p>
    <w:p w:rsidR="00B73EEE" w:rsidRDefault="00B73EEE" w:rsidP="003F4D75">
      <w:pPr>
        <w:tabs>
          <w:tab w:val="left" w:pos="9072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Признать утратившим силу постановление администрации рабоч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поселка Коченево Коченевского района Новосибирской области от 20.02.2013  №64.</w:t>
      </w:r>
    </w:p>
    <w:p w:rsidR="00B73EEE" w:rsidRDefault="00B73EEE" w:rsidP="003F4D75">
      <w:pPr>
        <w:tabs>
          <w:tab w:val="left" w:pos="9072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Отменить постановление администрации рабочего поселка Кочен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 Коченевского района Новосибирской области от 13.03.2013  №110.</w:t>
      </w:r>
    </w:p>
    <w:p w:rsidR="00B73EEE" w:rsidRDefault="00B73EEE" w:rsidP="0063236A">
      <w:pPr>
        <w:tabs>
          <w:tab w:val="left" w:pos="9072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</w:t>
      </w:r>
      <w:r w:rsidRPr="00096D9D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данное </w:t>
      </w:r>
      <w:r w:rsidRPr="00096D9D">
        <w:rPr>
          <w:sz w:val="28"/>
          <w:szCs w:val="28"/>
        </w:rPr>
        <w:t>постановление в</w:t>
      </w:r>
      <w:r>
        <w:rPr>
          <w:sz w:val="28"/>
          <w:szCs w:val="28"/>
        </w:rPr>
        <w:t xml:space="preserve"> периодическом печатном издании «Бюллетень органов местного самоуправления рабочего посе</w:t>
      </w:r>
      <w:r>
        <w:rPr>
          <w:sz w:val="28"/>
          <w:szCs w:val="28"/>
        </w:rPr>
        <w:t>л</w:t>
      </w:r>
      <w:r>
        <w:rPr>
          <w:sz w:val="28"/>
          <w:szCs w:val="28"/>
        </w:rPr>
        <w:t>ка Коченево Коченевского района Новосибирской области».</w:t>
      </w:r>
    </w:p>
    <w:p w:rsidR="00B73EEE" w:rsidRDefault="00B73EEE" w:rsidP="003F4D75">
      <w:pPr>
        <w:tabs>
          <w:tab w:val="left" w:pos="9072"/>
          <w:tab w:val="left" w:pos="921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Контроль за исполнением постановления возложить на заместителя главы администрации рабочего поселка Коченево И.И. Ланг.</w:t>
      </w:r>
    </w:p>
    <w:p w:rsidR="00B73EEE" w:rsidRDefault="00B73EEE" w:rsidP="00505852">
      <w:pPr>
        <w:tabs>
          <w:tab w:val="left" w:pos="9072"/>
        </w:tabs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р.п. Коченево                                                             С.М.Чубаров</w:t>
      </w: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CA3DC6">
      <w:pPr>
        <w:jc w:val="both"/>
        <w:rPr>
          <w:sz w:val="28"/>
          <w:szCs w:val="28"/>
        </w:rPr>
      </w:pPr>
    </w:p>
    <w:p w:rsidR="00B73EEE" w:rsidRDefault="00B73EEE" w:rsidP="007E24CA">
      <w:pPr>
        <w:ind w:firstLine="467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B73EEE" w:rsidRDefault="00B73EEE" w:rsidP="007E24CA">
      <w:pPr>
        <w:ind w:firstLine="4678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73EEE" w:rsidRDefault="00B73EEE" w:rsidP="007E24CA">
      <w:pPr>
        <w:ind w:firstLine="4678"/>
        <w:jc w:val="both"/>
        <w:rPr>
          <w:sz w:val="28"/>
          <w:szCs w:val="28"/>
        </w:rPr>
      </w:pPr>
      <w:r>
        <w:rPr>
          <w:sz w:val="28"/>
          <w:szCs w:val="28"/>
        </w:rPr>
        <w:t>рабочего поселка Коченево</w:t>
      </w:r>
    </w:p>
    <w:p w:rsidR="00B73EEE" w:rsidRDefault="00B73EEE" w:rsidP="007E24CA">
      <w:pPr>
        <w:ind w:firstLine="4678"/>
        <w:jc w:val="both"/>
        <w:rPr>
          <w:sz w:val="28"/>
          <w:szCs w:val="28"/>
        </w:rPr>
      </w:pPr>
      <w:r>
        <w:rPr>
          <w:sz w:val="28"/>
          <w:szCs w:val="28"/>
        </w:rPr>
        <w:t>от 01.04.2013  №151</w:t>
      </w:r>
    </w:p>
    <w:p w:rsidR="00B73EEE" w:rsidRDefault="00B73EEE" w:rsidP="00DD40B5">
      <w:pPr>
        <w:tabs>
          <w:tab w:val="left" w:pos="5812"/>
          <w:tab w:val="left" w:pos="6379"/>
        </w:tabs>
        <w:ind w:right="2550"/>
        <w:jc w:val="both"/>
        <w:rPr>
          <w:sz w:val="28"/>
          <w:szCs w:val="28"/>
        </w:rPr>
      </w:pPr>
    </w:p>
    <w:p w:rsidR="00B73EEE" w:rsidRPr="00A2472C" w:rsidRDefault="00B73EEE" w:rsidP="00AD7AC1">
      <w:pPr>
        <w:jc w:val="right"/>
        <w:rPr>
          <w:sz w:val="28"/>
          <w:szCs w:val="28"/>
        </w:rPr>
      </w:pPr>
    </w:p>
    <w:p w:rsidR="00B73EEE" w:rsidRDefault="00B73EEE" w:rsidP="00AD7AC1">
      <w:pPr>
        <w:jc w:val="right"/>
      </w:pPr>
    </w:p>
    <w:p w:rsidR="00B73EEE" w:rsidRDefault="00B73EEE" w:rsidP="00AD7AC1">
      <w:pPr>
        <w:jc w:val="right"/>
      </w:pP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64"/>
        <w:gridCol w:w="2760"/>
        <w:gridCol w:w="2210"/>
      </w:tblGrid>
      <w:tr w:rsidR="00B73EEE" w:rsidTr="00AD7AC1">
        <w:trPr>
          <w:trHeight w:val="610"/>
        </w:trPr>
        <w:tc>
          <w:tcPr>
            <w:tcW w:w="4064" w:type="dxa"/>
            <w:vMerge w:val="restart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</w:p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организаций и объектов</w:t>
            </w:r>
          </w:p>
        </w:tc>
        <w:tc>
          <w:tcPr>
            <w:tcW w:w="4970" w:type="dxa"/>
            <w:gridSpan w:val="2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Расстояние, м</w:t>
            </w:r>
          </w:p>
        </w:tc>
      </w:tr>
      <w:tr w:rsidR="00B73EEE" w:rsidTr="00AD7AC1">
        <w:trPr>
          <w:trHeight w:val="549"/>
        </w:trPr>
        <w:tc>
          <w:tcPr>
            <w:tcW w:w="0" w:type="auto"/>
            <w:vMerge/>
            <w:vAlign w:val="center"/>
          </w:tcPr>
          <w:p w:rsidR="00B73EEE" w:rsidRDefault="00B73EEE">
            <w:pPr>
              <w:rPr>
                <w:sz w:val="28"/>
                <w:szCs w:val="28"/>
              </w:rPr>
            </w:pPr>
          </w:p>
        </w:tc>
        <w:tc>
          <w:tcPr>
            <w:tcW w:w="276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торговые объекты розничной продажи</w:t>
            </w:r>
          </w:p>
        </w:tc>
        <w:tc>
          <w:tcPr>
            <w:tcW w:w="221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предприятия общественного питания</w:t>
            </w:r>
          </w:p>
        </w:tc>
      </w:tr>
      <w:tr w:rsidR="00B73EEE" w:rsidTr="00AD7AC1">
        <w:trPr>
          <w:trHeight w:val="549"/>
        </w:trPr>
        <w:tc>
          <w:tcPr>
            <w:tcW w:w="4064" w:type="dxa"/>
          </w:tcPr>
          <w:p w:rsidR="00B73EEE" w:rsidRDefault="00B73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Детские</w:t>
            </w:r>
          </w:p>
        </w:tc>
        <w:tc>
          <w:tcPr>
            <w:tcW w:w="276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73EEE" w:rsidTr="00AD7AC1">
        <w:trPr>
          <w:trHeight w:val="529"/>
        </w:trPr>
        <w:tc>
          <w:tcPr>
            <w:tcW w:w="4064" w:type="dxa"/>
          </w:tcPr>
          <w:p w:rsidR="00B73EEE" w:rsidRDefault="00B73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</w:t>
            </w:r>
          </w:p>
        </w:tc>
        <w:tc>
          <w:tcPr>
            <w:tcW w:w="276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73EEE" w:rsidTr="00AD7AC1">
        <w:trPr>
          <w:trHeight w:val="549"/>
        </w:trPr>
        <w:tc>
          <w:tcPr>
            <w:tcW w:w="4064" w:type="dxa"/>
          </w:tcPr>
          <w:p w:rsidR="00B73EEE" w:rsidRDefault="00B73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Медицинские</w:t>
            </w:r>
          </w:p>
        </w:tc>
        <w:tc>
          <w:tcPr>
            <w:tcW w:w="276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73EEE" w:rsidTr="00AD7AC1">
        <w:trPr>
          <w:trHeight w:val="529"/>
        </w:trPr>
        <w:tc>
          <w:tcPr>
            <w:tcW w:w="4064" w:type="dxa"/>
          </w:tcPr>
          <w:p w:rsidR="00B73EEE" w:rsidRDefault="00B73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спорта</w:t>
            </w:r>
          </w:p>
        </w:tc>
        <w:tc>
          <w:tcPr>
            <w:tcW w:w="276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73EEE" w:rsidTr="00AD7AC1">
        <w:trPr>
          <w:trHeight w:val="529"/>
        </w:trPr>
        <w:tc>
          <w:tcPr>
            <w:tcW w:w="4064" w:type="dxa"/>
          </w:tcPr>
          <w:p w:rsidR="00B73EEE" w:rsidRDefault="00B73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военного назначения</w:t>
            </w:r>
          </w:p>
        </w:tc>
        <w:tc>
          <w:tcPr>
            <w:tcW w:w="276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73EEE" w:rsidTr="00AD7AC1">
        <w:trPr>
          <w:trHeight w:val="529"/>
        </w:trPr>
        <w:tc>
          <w:tcPr>
            <w:tcW w:w="4064" w:type="dxa"/>
          </w:tcPr>
          <w:p w:rsidR="00B73EEE" w:rsidRDefault="00B73EEE" w:rsidP="00F94B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Оптовые и розничные рынки</w:t>
            </w:r>
          </w:p>
        </w:tc>
        <w:tc>
          <w:tcPr>
            <w:tcW w:w="2760" w:type="dxa"/>
          </w:tcPr>
          <w:p w:rsidR="00B73EEE" w:rsidRDefault="00B73EEE" w:rsidP="00F94B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</w:tcPr>
          <w:p w:rsidR="00B73EEE" w:rsidRDefault="00B73EEE" w:rsidP="00F94B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73EEE" w:rsidTr="00AD7AC1">
        <w:trPr>
          <w:trHeight w:val="567"/>
        </w:trPr>
        <w:tc>
          <w:tcPr>
            <w:tcW w:w="4064" w:type="dxa"/>
          </w:tcPr>
          <w:p w:rsidR="00B73EEE" w:rsidRDefault="00B73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массового скопления граждан</w:t>
            </w:r>
          </w:p>
        </w:tc>
        <w:tc>
          <w:tcPr>
            <w:tcW w:w="276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73EEE" w:rsidTr="00AD7AC1">
        <w:trPr>
          <w:trHeight w:val="529"/>
        </w:trPr>
        <w:tc>
          <w:tcPr>
            <w:tcW w:w="4064" w:type="dxa"/>
          </w:tcPr>
          <w:p w:rsidR="00B73EEE" w:rsidRDefault="00B73E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нахождения источников повышенной опасности</w:t>
            </w:r>
          </w:p>
        </w:tc>
        <w:tc>
          <w:tcPr>
            <w:tcW w:w="276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</w:tcPr>
          <w:p w:rsidR="00B73EEE" w:rsidRDefault="00B73E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Pr="003951F0" w:rsidRDefault="00B73EEE" w:rsidP="001C4F5B">
      <w:pPr>
        <w:ind w:right="1700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№2</w:t>
      </w:r>
    </w:p>
    <w:p w:rsidR="00B73EEE" w:rsidRDefault="00B73EEE" w:rsidP="001C4F5B">
      <w:pPr>
        <w:jc w:val="right"/>
        <w:rPr>
          <w:noProof/>
        </w:rPr>
      </w:pPr>
      <w:r>
        <w:rPr>
          <w:noProof/>
        </w:rPr>
        <w:t xml:space="preserve">                      к постановлению администрации</w:t>
      </w:r>
    </w:p>
    <w:p w:rsidR="00B73EEE" w:rsidRPr="003951F0" w:rsidRDefault="00B73EEE" w:rsidP="001C4F5B">
      <w:pPr>
        <w:tabs>
          <w:tab w:val="left" w:pos="8647"/>
        </w:tabs>
        <w:ind w:right="566"/>
        <w:jc w:val="right"/>
        <w:rPr>
          <w:noProof/>
        </w:rPr>
      </w:pPr>
      <w:r>
        <w:rPr>
          <w:noProof/>
        </w:rPr>
        <w:t xml:space="preserve"> </w:t>
      </w:r>
      <w:r w:rsidRPr="003951F0">
        <w:rPr>
          <w:noProof/>
        </w:rPr>
        <w:t>р</w:t>
      </w:r>
      <w:r>
        <w:rPr>
          <w:noProof/>
        </w:rPr>
        <w:t xml:space="preserve">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tabs>
          <w:tab w:val="left" w:pos="7938"/>
        </w:tabs>
        <w:ind w:right="1417"/>
        <w:jc w:val="right"/>
        <w:rPr>
          <w:noProof/>
        </w:rPr>
      </w:pPr>
      <w:r>
        <w:rPr>
          <w:noProof/>
        </w:rPr>
        <w:t>от 01</w:t>
      </w:r>
      <w:r w:rsidRPr="003951F0">
        <w:rPr>
          <w:noProof/>
        </w:rPr>
        <w:t>.</w:t>
      </w:r>
      <w:r>
        <w:rPr>
          <w:noProof/>
        </w:rPr>
        <w:t>04.2013 №151</w:t>
      </w: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Pr="003951F0" w:rsidRDefault="00B73EEE" w:rsidP="001C4F5B">
      <w:pPr>
        <w:ind w:firstLine="284"/>
        <w:rPr>
          <w:noProof/>
        </w:rPr>
      </w:pPr>
      <w:r w:rsidRPr="003951F0">
        <w:rPr>
          <w:noProof/>
        </w:rPr>
        <w:t>прилегающей территории к МКДОУ детский сад №1 "Сказка", на которой не допускается розничная продажа алкогольной продукции, пива и пивных напитков, расположенному по адресу р.п.Коченево, ул.Победы.</w:t>
      </w:r>
    </w:p>
    <w:p w:rsidR="00B73EEE" w:rsidRDefault="00B73EEE" w:rsidP="001C4F5B">
      <w:pPr>
        <w:rPr>
          <w:noProof/>
        </w:rPr>
      </w:pPr>
    </w:p>
    <w:p w:rsidR="00B73EEE" w:rsidRDefault="00B73EEE" w:rsidP="001C4F5B">
      <w:pPr>
        <w:rPr>
          <w:noProof/>
        </w:rPr>
      </w:pPr>
    </w:p>
    <w:p w:rsidR="00B73EEE" w:rsidRDefault="00B73EEE" w:rsidP="001C4F5B">
      <w:r w:rsidRPr="00C27E8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7.25pt;height:360.75pt;visibility:visible">
            <v:imagedata r:id="rId7" o:title=""/>
          </v:shape>
        </w:pict>
      </w:r>
    </w:p>
    <w:p w:rsidR="00B73EEE" w:rsidRDefault="00B73EEE" w:rsidP="001C4F5B"/>
    <w:p w:rsidR="00B73EEE" w:rsidRDefault="00B73EEE" w:rsidP="001C4F5B"/>
    <w:p w:rsidR="00B73EEE" w:rsidRDefault="00B73EEE" w:rsidP="001C4F5B">
      <w:pPr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Pr="003951F0" w:rsidRDefault="00B73EEE" w:rsidP="001C4F5B">
      <w:pPr>
        <w:ind w:right="1700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3</w:t>
      </w:r>
    </w:p>
    <w:p w:rsidR="00B73EEE" w:rsidRDefault="00B73EEE" w:rsidP="001C4F5B">
      <w:pPr>
        <w:ind w:right="-1"/>
        <w:jc w:val="right"/>
        <w:rPr>
          <w:noProof/>
        </w:rPr>
      </w:pPr>
      <w:r>
        <w:rPr>
          <w:noProof/>
        </w:rPr>
        <w:t>к постановлению администрации</w:t>
      </w:r>
    </w:p>
    <w:p w:rsidR="00B73EEE" w:rsidRPr="003951F0" w:rsidRDefault="00B73EEE" w:rsidP="001C4F5B">
      <w:pPr>
        <w:tabs>
          <w:tab w:val="left" w:pos="8789"/>
        </w:tabs>
        <w:ind w:right="566"/>
        <w:jc w:val="right"/>
        <w:rPr>
          <w:noProof/>
        </w:rPr>
      </w:pPr>
      <w:r>
        <w:rPr>
          <w:noProof/>
        </w:rPr>
        <w:t xml:space="preserve">                    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tabs>
          <w:tab w:val="left" w:pos="7797"/>
          <w:tab w:val="left" w:pos="7938"/>
        </w:tabs>
        <w:ind w:right="1417"/>
        <w:jc w:val="right"/>
        <w:rPr>
          <w:noProof/>
        </w:rPr>
      </w:pPr>
      <w:r>
        <w:rPr>
          <w:noProof/>
        </w:rPr>
        <w:t xml:space="preserve">    от 01.04.2013 №151</w:t>
      </w:r>
    </w:p>
    <w:p w:rsidR="00B73EEE" w:rsidRDefault="00B73EEE" w:rsidP="001C4F5B">
      <w:pPr>
        <w:ind w:right="566"/>
        <w:jc w:val="center"/>
        <w:rPr>
          <w:noProof/>
          <w:sz w:val="36"/>
          <w:szCs w:val="36"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>прилегающей территории к МКДОУ детский сад №</w:t>
      </w:r>
      <w:r>
        <w:rPr>
          <w:noProof/>
        </w:rPr>
        <w:t>3</w:t>
      </w:r>
      <w:r w:rsidRPr="003951F0">
        <w:rPr>
          <w:noProof/>
        </w:rPr>
        <w:t xml:space="preserve"> "</w:t>
      </w:r>
      <w:r>
        <w:rPr>
          <w:noProof/>
        </w:rPr>
        <w:t>Солнышко</w:t>
      </w:r>
      <w:r w:rsidRPr="003951F0">
        <w:rPr>
          <w:noProof/>
        </w:rPr>
        <w:t>", на которой не допускается розничная продажа алкогольной продукции, пива и пивных напитков, расположенному по адресу р.п.Коченево, ул.П</w:t>
      </w:r>
      <w:r>
        <w:rPr>
          <w:noProof/>
        </w:rPr>
        <w:t>ушкина, 44</w:t>
      </w:r>
      <w:r w:rsidRPr="003951F0">
        <w:rPr>
          <w:noProof/>
        </w:rPr>
        <w:t>.</w:t>
      </w: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ind w:firstLine="284"/>
        <w:rPr>
          <w:noProof/>
        </w:rPr>
      </w:pPr>
    </w:p>
    <w:p w:rsidR="00B73EEE" w:rsidRPr="003951F0" w:rsidRDefault="00B73EEE" w:rsidP="001C4F5B">
      <w:pPr>
        <w:ind w:firstLine="284"/>
        <w:rPr>
          <w:noProof/>
        </w:rPr>
      </w:pPr>
      <w:r w:rsidRPr="00817B21">
        <w:rPr>
          <w:noProof/>
        </w:rPr>
        <w:pict>
          <v:shape id="Рисунок 2" o:spid="_x0000_i1026" type="#_x0000_t75" style="width:462pt;height:358.5pt;visibility:visible">
            <v:imagedata r:id="rId8" o:title=""/>
          </v:shape>
        </w:pict>
      </w:r>
    </w:p>
    <w:p w:rsidR="00B73EEE" w:rsidRDefault="00B73EEE" w:rsidP="001C4F5B"/>
    <w:p w:rsidR="00B73EEE" w:rsidRDefault="00B73EEE" w:rsidP="001C4F5B"/>
    <w:p w:rsidR="00B73EEE" w:rsidRDefault="00B73EEE" w:rsidP="001C4F5B"/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Pr="003951F0" w:rsidRDefault="00B73EEE" w:rsidP="001C4F5B">
      <w:pPr>
        <w:ind w:right="1700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4</w:t>
      </w:r>
    </w:p>
    <w:p w:rsidR="00B73EEE" w:rsidRDefault="00B73EEE" w:rsidP="001C4F5B">
      <w:pPr>
        <w:jc w:val="right"/>
        <w:rPr>
          <w:noProof/>
        </w:rPr>
      </w:pPr>
      <w:r>
        <w:rPr>
          <w:noProof/>
        </w:rPr>
        <w:t>к постановлению администрации</w:t>
      </w:r>
    </w:p>
    <w:p w:rsidR="00B73EEE" w:rsidRPr="003951F0" w:rsidRDefault="00B73EEE" w:rsidP="001C4F5B">
      <w:pPr>
        <w:ind w:right="566"/>
        <w:jc w:val="right"/>
        <w:rPr>
          <w:noProof/>
        </w:rPr>
      </w:pPr>
      <w:r>
        <w:rPr>
          <w:noProof/>
        </w:rPr>
        <w:t xml:space="preserve"> 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417"/>
        <w:jc w:val="right"/>
        <w:rPr>
          <w:noProof/>
        </w:rPr>
      </w:pPr>
      <w:r>
        <w:rPr>
          <w:noProof/>
        </w:rPr>
        <w:t>от 01.04.2013 №151</w:t>
      </w: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>прилегающей территории к МКДОУ детский сад №</w:t>
      </w:r>
      <w:r>
        <w:rPr>
          <w:noProof/>
        </w:rPr>
        <w:t>4</w:t>
      </w:r>
      <w:r w:rsidRPr="003951F0">
        <w:rPr>
          <w:noProof/>
        </w:rPr>
        <w:t xml:space="preserve"> "</w:t>
      </w:r>
      <w:r>
        <w:rPr>
          <w:noProof/>
        </w:rPr>
        <w:t>Колосок</w:t>
      </w:r>
      <w:r w:rsidRPr="003951F0">
        <w:rPr>
          <w:noProof/>
        </w:rPr>
        <w:t>", на которой не допускается розничная продажа алкогольной продукции, пива и пивных напитков, расположенному по адресу р.п.Коченево, ул.</w:t>
      </w:r>
      <w:r>
        <w:rPr>
          <w:noProof/>
        </w:rPr>
        <w:t>Строительная</w:t>
      </w:r>
      <w:r w:rsidRPr="003951F0">
        <w:rPr>
          <w:noProof/>
        </w:rPr>
        <w:t>.</w:t>
      </w: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  <w:r w:rsidRPr="00C27E82">
        <w:rPr>
          <w:noProof/>
        </w:rPr>
        <w:pict>
          <v:shape id="_x0000_i1027" type="#_x0000_t75" style="width:463.5pt;height:359.25pt;visibility:visible">
            <v:imagedata r:id="rId9" o:title=""/>
          </v:shape>
        </w:pict>
      </w: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Pr="003951F0" w:rsidRDefault="00B73EEE" w:rsidP="001C4F5B">
      <w:pPr>
        <w:ind w:right="1700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5</w:t>
      </w:r>
    </w:p>
    <w:p w:rsidR="00B73EEE" w:rsidRDefault="00B73EEE" w:rsidP="001C4F5B">
      <w:pPr>
        <w:jc w:val="right"/>
        <w:rPr>
          <w:noProof/>
        </w:rPr>
      </w:pPr>
      <w:r>
        <w:rPr>
          <w:noProof/>
        </w:rPr>
        <w:t>к постановлению администрации</w:t>
      </w:r>
    </w:p>
    <w:p w:rsidR="00B73EEE" w:rsidRDefault="00B73EEE" w:rsidP="001C4F5B">
      <w:pPr>
        <w:ind w:right="566"/>
        <w:jc w:val="right"/>
        <w:rPr>
          <w:noProof/>
        </w:rPr>
      </w:pPr>
      <w:r>
        <w:rPr>
          <w:noProof/>
        </w:rPr>
        <w:t xml:space="preserve"> 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417"/>
        <w:jc w:val="right"/>
        <w:rPr>
          <w:noProof/>
        </w:rPr>
      </w:pPr>
      <w:r>
        <w:rPr>
          <w:noProof/>
        </w:rPr>
        <w:t>от 01.04.2013 №151</w:t>
      </w: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>прилегающей территории к МКОУ</w:t>
      </w:r>
      <w:r>
        <w:rPr>
          <w:noProof/>
        </w:rPr>
        <w:t xml:space="preserve"> Коченевская средняя общеобразовательная школа №2</w:t>
      </w:r>
      <w:r w:rsidRPr="003951F0">
        <w:rPr>
          <w:noProof/>
        </w:rPr>
        <w:t>, на которой не допускается розничная продажа алкогольной продукции, пива и</w:t>
      </w:r>
      <w:r>
        <w:rPr>
          <w:noProof/>
        </w:rPr>
        <w:t xml:space="preserve"> пивных напитков, расположенной</w:t>
      </w:r>
      <w:r w:rsidRPr="003951F0">
        <w:rPr>
          <w:noProof/>
        </w:rPr>
        <w:t xml:space="preserve"> по адресу р.п.Коченево, ул.</w:t>
      </w:r>
      <w:r>
        <w:rPr>
          <w:noProof/>
        </w:rPr>
        <w:t>Строительная ,29</w:t>
      </w: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ind w:firstLine="284"/>
        <w:rPr>
          <w:noProof/>
        </w:rPr>
      </w:pPr>
      <w:r w:rsidRPr="00817B21">
        <w:rPr>
          <w:noProof/>
        </w:rPr>
        <w:pict>
          <v:shape id="Рисунок 3" o:spid="_x0000_i1028" type="#_x0000_t75" style="width:463.5pt;height:5in;visibility:visible">
            <v:imagedata r:id="rId10" o:title=""/>
          </v:shape>
        </w:pict>
      </w:r>
      <w:r w:rsidRPr="003951F0">
        <w:rPr>
          <w:noProof/>
        </w:rPr>
        <w:t>.</w:t>
      </w: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Pr="003951F0" w:rsidRDefault="00B73EEE" w:rsidP="001C4F5B">
      <w:pPr>
        <w:ind w:right="1700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6</w:t>
      </w:r>
    </w:p>
    <w:p w:rsidR="00B73EEE" w:rsidRDefault="00B73EEE" w:rsidP="001C4F5B">
      <w:pPr>
        <w:jc w:val="right"/>
        <w:rPr>
          <w:noProof/>
        </w:rPr>
      </w:pPr>
      <w:r w:rsidRPr="003951F0">
        <w:rPr>
          <w:noProof/>
        </w:rPr>
        <w:t>к постановлению администрации</w:t>
      </w:r>
    </w:p>
    <w:p w:rsidR="00B73EEE" w:rsidRPr="003951F0" w:rsidRDefault="00B73EEE" w:rsidP="001C4F5B">
      <w:pPr>
        <w:ind w:right="566"/>
        <w:jc w:val="right"/>
        <w:rPr>
          <w:noProof/>
        </w:rPr>
      </w:pPr>
      <w:r w:rsidRPr="003951F0">
        <w:rPr>
          <w:noProof/>
        </w:rPr>
        <w:t xml:space="preserve"> </w:t>
      </w:r>
      <w:r>
        <w:rPr>
          <w:noProof/>
        </w:rPr>
        <w:t xml:space="preserve">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417"/>
        <w:jc w:val="right"/>
        <w:rPr>
          <w:noProof/>
        </w:rPr>
      </w:pPr>
      <w:r>
        <w:rPr>
          <w:noProof/>
        </w:rPr>
        <w:t>от 01.04.2013 №151</w:t>
      </w:r>
    </w:p>
    <w:p w:rsidR="00B73EEE" w:rsidRPr="003951F0" w:rsidRDefault="00B73EEE" w:rsidP="001C4F5B">
      <w:pPr>
        <w:rPr>
          <w:noProof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>прилегающей территории к МКОУ</w:t>
      </w:r>
      <w:r>
        <w:rPr>
          <w:noProof/>
        </w:rPr>
        <w:t xml:space="preserve"> Коченевская средняя общеобразовательная школа №1</w:t>
      </w:r>
      <w:r w:rsidRPr="003951F0">
        <w:rPr>
          <w:noProof/>
        </w:rPr>
        <w:t>, на которой не допускается розничная продажа алкогольной продукции, пива и</w:t>
      </w:r>
      <w:r>
        <w:rPr>
          <w:noProof/>
        </w:rPr>
        <w:t xml:space="preserve"> пивных напитков, расположенная</w:t>
      </w:r>
      <w:r w:rsidRPr="003951F0">
        <w:rPr>
          <w:noProof/>
        </w:rPr>
        <w:t xml:space="preserve"> по адресу р.п.Коченево, ул.</w:t>
      </w:r>
      <w:r>
        <w:rPr>
          <w:noProof/>
        </w:rPr>
        <w:t>Малокузнецкая, 27.</w:t>
      </w:r>
    </w:p>
    <w:p w:rsidR="00B73EEE" w:rsidRDefault="00B73EEE" w:rsidP="001C4F5B">
      <w:pPr>
        <w:jc w:val="center"/>
      </w:pPr>
      <w:r w:rsidRPr="00C27E82">
        <w:rPr>
          <w:noProof/>
        </w:rPr>
        <w:pict>
          <v:shape id="Рисунок 6" o:spid="_x0000_i1029" type="#_x0000_t75" style="width:466.5pt;height:362.25pt;visibility:visible">
            <v:imagedata r:id="rId11" o:title=""/>
          </v:shape>
        </w:pict>
      </w:r>
    </w:p>
    <w:p w:rsidR="00B73EEE" w:rsidRDefault="00B73EEE" w:rsidP="001C4F5B">
      <w:pPr>
        <w:jc w:val="center"/>
      </w:pPr>
    </w:p>
    <w:p w:rsidR="00B73EEE" w:rsidRDefault="00B73EEE" w:rsidP="001C4F5B">
      <w:pPr>
        <w:jc w:val="center"/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Pr="003951F0" w:rsidRDefault="00B73EEE" w:rsidP="001C4F5B">
      <w:pPr>
        <w:ind w:right="1700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7</w:t>
      </w:r>
    </w:p>
    <w:p w:rsidR="00B73EEE" w:rsidRDefault="00B73EEE" w:rsidP="001C4F5B">
      <w:pPr>
        <w:jc w:val="right"/>
        <w:rPr>
          <w:noProof/>
        </w:rPr>
      </w:pPr>
      <w:r w:rsidRPr="003951F0">
        <w:rPr>
          <w:noProof/>
        </w:rPr>
        <w:t xml:space="preserve">к постановлению администрации </w:t>
      </w:r>
    </w:p>
    <w:p w:rsidR="00B73EEE" w:rsidRPr="003951F0" w:rsidRDefault="00B73EEE" w:rsidP="001C4F5B">
      <w:pPr>
        <w:ind w:right="567"/>
        <w:jc w:val="right"/>
        <w:rPr>
          <w:noProof/>
        </w:rPr>
      </w:pPr>
      <w:r>
        <w:rPr>
          <w:noProof/>
        </w:rPr>
        <w:t xml:space="preserve">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417"/>
        <w:jc w:val="right"/>
        <w:rPr>
          <w:noProof/>
        </w:rPr>
      </w:pPr>
      <w:r>
        <w:rPr>
          <w:noProof/>
        </w:rPr>
        <w:t>от 01.04.2013 №151</w:t>
      </w:r>
    </w:p>
    <w:p w:rsidR="00B73EEE" w:rsidRPr="003951F0" w:rsidRDefault="00B73EEE" w:rsidP="001C4F5B">
      <w:pPr>
        <w:rPr>
          <w:noProof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>прилегающей территории к МКОУ</w:t>
      </w:r>
      <w:r>
        <w:rPr>
          <w:noProof/>
        </w:rPr>
        <w:t xml:space="preserve"> Коченевская средняя общеобразовательная школа №13</w:t>
      </w:r>
      <w:r w:rsidRPr="003951F0">
        <w:rPr>
          <w:noProof/>
        </w:rPr>
        <w:t>, на которой не допускается розничная продажа алкогольной продукции, пива и</w:t>
      </w:r>
      <w:r>
        <w:rPr>
          <w:noProof/>
        </w:rPr>
        <w:t xml:space="preserve"> пивных напитков, расположенная</w:t>
      </w:r>
      <w:r w:rsidRPr="003951F0">
        <w:rPr>
          <w:noProof/>
        </w:rPr>
        <w:t xml:space="preserve"> по адресу р.п.Коченево, ул.</w:t>
      </w:r>
      <w:r>
        <w:rPr>
          <w:noProof/>
        </w:rPr>
        <w:t>Школьная, 46.</w:t>
      </w:r>
    </w:p>
    <w:p w:rsidR="00B73EEE" w:rsidRDefault="00B73EEE" w:rsidP="001C4F5B">
      <w:pPr>
        <w:ind w:firstLine="284"/>
        <w:rPr>
          <w:noProof/>
        </w:rPr>
      </w:pPr>
      <w:r w:rsidRPr="00817B21">
        <w:rPr>
          <w:noProof/>
        </w:rPr>
        <w:pict>
          <v:shape id="Рисунок 7" o:spid="_x0000_i1030" type="#_x0000_t75" style="width:441.75pt;height:406.5pt;visibility:visible">
            <v:imagedata r:id="rId12" o:title=""/>
          </v:shape>
        </w:pict>
      </w: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Pr="003951F0" w:rsidRDefault="00B73EEE" w:rsidP="001C4F5B">
      <w:pPr>
        <w:ind w:right="1700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8</w:t>
      </w:r>
    </w:p>
    <w:p w:rsidR="00B73EEE" w:rsidRDefault="00B73EEE" w:rsidP="001C4F5B">
      <w:pPr>
        <w:jc w:val="right"/>
        <w:rPr>
          <w:noProof/>
        </w:rPr>
      </w:pPr>
      <w:r w:rsidRPr="003951F0">
        <w:rPr>
          <w:noProof/>
        </w:rPr>
        <w:t>к постановлению администрации</w:t>
      </w:r>
    </w:p>
    <w:p w:rsidR="00B73EEE" w:rsidRPr="003951F0" w:rsidRDefault="00B73EEE" w:rsidP="001C4F5B">
      <w:pPr>
        <w:ind w:right="566"/>
        <w:jc w:val="right"/>
        <w:rPr>
          <w:noProof/>
        </w:rPr>
      </w:pPr>
      <w:r>
        <w:rPr>
          <w:noProof/>
        </w:rPr>
        <w:t xml:space="preserve"> 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417"/>
        <w:jc w:val="right"/>
        <w:rPr>
          <w:noProof/>
        </w:rPr>
      </w:pPr>
      <w:r>
        <w:rPr>
          <w:noProof/>
        </w:rPr>
        <w:t>от 01.04.2013 №151</w:t>
      </w: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>прилегающей территории к МКУ</w:t>
      </w:r>
      <w:r>
        <w:rPr>
          <w:noProof/>
        </w:rPr>
        <w:t xml:space="preserve"> ДО </w:t>
      </w:r>
      <w:r w:rsidRPr="00AF7543">
        <w:rPr>
          <w:noProof/>
        </w:rPr>
        <w:t>"</w:t>
      </w:r>
      <w:r>
        <w:rPr>
          <w:noProof/>
        </w:rPr>
        <w:t>Детско-юношеская спортивная школа Коченевского района</w:t>
      </w:r>
      <w:r w:rsidRPr="00AF7543">
        <w:rPr>
          <w:noProof/>
        </w:rPr>
        <w:t>"</w:t>
      </w:r>
      <w:r w:rsidRPr="003951F0">
        <w:rPr>
          <w:noProof/>
        </w:rPr>
        <w:t>, на которой не допускается розничная продажа алкогольной продукции, пива и</w:t>
      </w:r>
      <w:r>
        <w:rPr>
          <w:noProof/>
        </w:rPr>
        <w:t xml:space="preserve"> пивных напитков, расположенная</w:t>
      </w:r>
      <w:r w:rsidRPr="003951F0">
        <w:rPr>
          <w:noProof/>
        </w:rPr>
        <w:t xml:space="preserve"> по адресу р.п.Коченево, ул.</w:t>
      </w:r>
      <w:r>
        <w:rPr>
          <w:noProof/>
        </w:rPr>
        <w:t>Максима Горького, 200</w:t>
      </w: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jc w:val="right"/>
      </w:pPr>
      <w:r w:rsidRPr="00C27E82">
        <w:rPr>
          <w:noProof/>
        </w:rPr>
        <w:pict>
          <v:shape id="_x0000_i1031" type="#_x0000_t75" style="width:465pt;height:332.25pt;visibility:visible">
            <v:imagedata r:id="rId13" o:title=""/>
          </v:shape>
        </w:pict>
      </w: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Pr="003951F0" w:rsidRDefault="00B73EEE" w:rsidP="001C4F5B">
      <w:pPr>
        <w:ind w:right="1700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9</w:t>
      </w:r>
    </w:p>
    <w:p w:rsidR="00B73EEE" w:rsidRDefault="00B73EEE" w:rsidP="001C4F5B">
      <w:pPr>
        <w:jc w:val="right"/>
        <w:rPr>
          <w:noProof/>
        </w:rPr>
      </w:pPr>
      <w:r>
        <w:rPr>
          <w:noProof/>
        </w:rPr>
        <w:t>к постановлению администрации</w:t>
      </w:r>
    </w:p>
    <w:p w:rsidR="00B73EEE" w:rsidRPr="003951F0" w:rsidRDefault="00B73EEE" w:rsidP="001C4F5B">
      <w:pPr>
        <w:ind w:right="566"/>
        <w:jc w:val="right"/>
        <w:rPr>
          <w:noProof/>
        </w:rPr>
      </w:pPr>
      <w:r>
        <w:rPr>
          <w:noProof/>
        </w:rPr>
        <w:t xml:space="preserve"> 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417"/>
        <w:jc w:val="right"/>
        <w:rPr>
          <w:noProof/>
        </w:rPr>
      </w:pPr>
      <w:r w:rsidRPr="003951F0">
        <w:rPr>
          <w:noProof/>
        </w:rPr>
        <w:t xml:space="preserve">от </w:t>
      </w:r>
      <w:r>
        <w:rPr>
          <w:noProof/>
        </w:rPr>
        <w:t>01.04.2013 №151</w:t>
      </w: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 xml:space="preserve">прилегающей территории к </w:t>
      </w:r>
      <w:r>
        <w:rPr>
          <w:noProof/>
        </w:rPr>
        <w:t xml:space="preserve">ГБУЗ </w:t>
      </w:r>
      <w:r w:rsidRPr="00AF7543">
        <w:rPr>
          <w:noProof/>
        </w:rPr>
        <w:t>"</w:t>
      </w:r>
      <w:r>
        <w:rPr>
          <w:noProof/>
        </w:rPr>
        <w:t>Коченевская центральная районная больница</w:t>
      </w:r>
      <w:r w:rsidRPr="00AF7543">
        <w:rPr>
          <w:noProof/>
        </w:rPr>
        <w:t>"</w:t>
      </w:r>
      <w:r w:rsidRPr="003951F0">
        <w:rPr>
          <w:noProof/>
        </w:rPr>
        <w:t>, на которой не допускается розничная продажа алкогольной продукции, пива и</w:t>
      </w:r>
      <w:r>
        <w:rPr>
          <w:noProof/>
        </w:rPr>
        <w:t xml:space="preserve"> пивных напитков, расположенная</w:t>
      </w:r>
      <w:r w:rsidRPr="003951F0">
        <w:rPr>
          <w:noProof/>
        </w:rPr>
        <w:t xml:space="preserve"> по адресу р.п.Коченево, ул.</w:t>
      </w:r>
      <w:r>
        <w:rPr>
          <w:noProof/>
        </w:rPr>
        <w:t>Кузнецкая, 176.</w:t>
      </w: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ind w:firstLine="284"/>
        <w:rPr>
          <w:noProof/>
        </w:rPr>
      </w:pPr>
      <w:r w:rsidRPr="00817B21">
        <w:rPr>
          <w:noProof/>
        </w:rPr>
        <w:pict>
          <v:shape id="_x0000_i1032" type="#_x0000_t75" style="width:463.5pt;height:390.75pt;visibility:visible">
            <v:imagedata r:id="rId14" o:title=""/>
          </v:shape>
        </w:pict>
      </w: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  <w:r>
        <w:rPr>
          <w:noProof/>
        </w:rPr>
        <w:t xml:space="preserve">  </w:t>
      </w: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Default="00B73EEE" w:rsidP="001C4F5B">
      <w:pPr>
        <w:ind w:right="1558"/>
        <w:jc w:val="right"/>
        <w:rPr>
          <w:noProof/>
        </w:rPr>
      </w:pPr>
    </w:p>
    <w:p w:rsidR="00B73EEE" w:rsidRPr="003951F0" w:rsidRDefault="00B73EEE" w:rsidP="001C4F5B">
      <w:pPr>
        <w:ind w:right="1558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10</w:t>
      </w:r>
    </w:p>
    <w:p w:rsidR="00B73EEE" w:rsidRDefault="00B73EEE" w:rsidP="001C4F5B">
      <w:pPr>
        <w:ind w:right="-1"/>
        <w:jc w:val="right"/>
        <w:rPr>
          <w:noProof/>
        </w:rPr>
      </w:pPr>
      <w:r w:rsidRPr="003951F0">
        <w:rPr>
          <w:noProof/>
        </w:rPr>
        <w:t xml:space="preserve">к постановлению администрации </w:t>
      </w:r>
    </w:p>
    <w:p w:rsidR="00B73EEE" w:rsidRPr="003951F0" w:rsidRDefault="00B73EEE" w:rsidP="001C4F5B">
      <w:pPr>
        <w:ind w:right="567"/>
        <w:jc w:val="right"/>
        <w:rPr>
          <w:noProof/>
        </w:rPr>
      </w:pPr>
      <w:r>
        <w:rPr>
          <w:noProof/>
        </w:rPr>
        <w:t xml:space="preserve">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417"/>
        <w:jc w:val="right"/>
        <w:rPr>
          <w:noProof/>
        </w:rPr>
      </w:pPr>
      <w:r>
        <w:rPr>
          <w:noProof/>
        </w:rPr>
        <w:t>от 01.04.2013 №151</w:t>
      </w:r>
    </w:p>
    <w:p w:rsidR="00B73EEE" w:rsidRPr="003951F0" w:rsidRDefault="00B73EEE" w:rsidP="001C4F5B">
      <w:pPr>
        <w:rPr>
          <w:noProof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 xml:space="preserve">прилегающей территории к </w:t>
      </w:r>
      <w:r>
        <w:rPr>
          <w:noProof/>
        </w:rPr>
        <w:t>ГБУЗ туберкулезному диспансеру</w:t>
      </w:r>
      <w:r w:rsidRPr="003951F0">
        <w:rPr>
          <w:noProof/>
        </w:rPr>
        <w:t>, на которой не допускается розничная продажа алкогольной продукции, пива и</w:t>
      </w:r>
      <w:r>
        <w:rPr>
          <w:noProof/>
        </w:rPr>
        <w:t xml:space="preserve"> пивных напитков, расположенному</w:t>
      </w:r>
      <w:r w:rsidRPr="003951F0">
        <w:rPr>
          <w:noProof/>
        </w:rPr>
        <w:t xml:space="preserve"> по адресу р.п.Коченево, ул.</w:t>
      </w:r>
      <w:r>
        <w:rPr>
          <w:noProof/>
        </w:rPr>
        <w:t>Строительная, 1.</w:t>
      </w:r>
    </w:p>
    <w:p w:rsidR="00B73EEE" w:rsidRDefault="00B73EEE" w:rsidP="001C4F5B">
      <w:pPr>
        <w:jc w:val="right"/>
      </w:pPr>
      <w:r w:rsidRPr="00C27E82">
        <w:rPr>
          <w:noProof/>
        </w:rPr>
        <w:pict>
          <v:shape id="_x0000_i1033" type="#_x0000_t75" style="width:463.5pt;height:374.25pt;visibility:visible">
            <v:imagedata r:id="rId15" o:title=""/>
          </v:shape>
        </w:pict>
      </w: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Default="00B73EEE" w:rsidP="001C4F5B">
      <w:pPr>
        <w:ind w:right="1700"/>
        <w:jc w:val="right"/>
        <w:rPr>
          <w:noProof/>
        </w:rPr>
      </w:pPr>
    </w:p>
    <w:p w:rsidR="00B73EEE" w:rsidRPr="003951F0" w:rsidRDefault="00B73EEE" w:rsidP="001C4F5B">
      <w:pPr>
        <w:ind w:right="1700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11</w:t>
      </w:r>
    </w:p>
    <w:p w:rsidR="00B73EEE" w:rsidRDefault="00B73EEE" w:rsidP="001C4F5B">
      <w:pPr>
        <w:ind w:right="141"/>
        <w:jc w:val="right"/>
        <w:rPr>
          <w:noProof/>
        </w:rPr>
      </w:pPr>
      <w:r w:rsidRPr="003951F0">
        <w:rPr>
          <w:noProof/>
        </w:rPr>
        <w:t>к постановлению администрации</w:t>
      </w:r>
    </w:p>
    <w:p w:rsidR="00B73EEE" w:rsidRPr="003951F0" w:rsidRDefault="00B73EEE" w:rsidP="001C4F5B">
      <w:pPr>
        <w:ind w:right="709"/>
        <w:jc w:val="right"/>
        <w:rPr>
          <w:noProof/>
        </w:rPr>
      </w:pPr>
      <w:r>
        <w:rPr>
          <w:noProof/>
        </w:rPr>
        <w:t xml:space="preserve"> 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560"/>
        <w:jc w:val="right"/>
        <w:rPr>
          <w:noProof/>
        </w:rPr>
      </w:pPr>
      <w:r>
        <w:rPr>
          <w:noProof/>
        </w:rPr>
        <w:t>от 01.04.2013 №151</w:t>
      </w:r>
    </w:p>
    <w:p w:rsidR="00B73EEE" w:rsidRPr="003951F0" w:rsidRDefault="00B73EEE" w:rsidP="001C4F5B">
      <w:pPr>
        <w:rPr>
          <w:noProof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 xml:space="preserve">прилегающей территории к </w:t>
      </w:r>
      <w:r>
        <w:rPr>
          <w:noProof/>
        </w:rPr>
        <w:t>воинской части 57849</w:t>
      </w:r>
      <w:r w:rsidRPr="003951F0">
        <w:rPr>
          <w:noProof/>
        </w:rPr>
        <w:t>, на которой не допускается розничная продажа алкогольной продукции, пива и</w:t>
      </w:r>
      <w:r>
        <w:rPr>
          <w:noProof/>
        </w:rPr>
        <w:t xml:space="preserve"> пивных напитков, расположенной</w:t>
      </w:r>
      <w:r w:rsidRPr="003951F0">
        <w:rPr>
          <w:noProof/>
        </w:rPr>
        <w:t xml:space="preserve"> по адресу р.п.Коченево, ул.</w:t>
      </w:r>
      <w:r>
        <w:rPr>
          <w:noProof/>
        </w:rPr>
        <w:t>Ипподромская.</w:t>
      </w: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  <w:r w:rsidRPr="00C27E82">
        <w:rPr>
          <w:noProof/>
        </w:rPr>
        <w:pict>
          <v:shape id="Рисунок 5" o:spid="_x0000_i1034" type="#_x0000_t75" style="width:463.5pt;height:373.5pt;visibility:visible">
            <v:imagedata r:id="rId16" o:title=""/>
          </v:shape>
        </w:pict>
      </w: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  <w:rPr>
          <w:noProof/>
        </w:rPr>
      </w:pPr>
    </w:p>
    <w:p w:rsidR="00B73EEE" w:rsidRDefault="00B73EEE" w:rsidP="001C4F5B">
      <w:pPr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Pr="003951F0" w:rsidRDefault="00B73EEE" w:rsidP="001C4F5B">
      <w:pPr>
        <w:ind w:right="1276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12</w:t>
      </w:r>
    </w:p>
    <w:p w:rsidR="00B73EEE" w:rsidRDefault="00B73EEE" w:rsidP="001C4F5B">
      <w:pPr>
        <w:ind w:right="-141"/>
        <w:jc w:val="right"/>
        <w:rPr>
          <w:noProof/>
        </w:rPr>
      </w:pPr>
      <w:r w:rsidRPr="003951F0">
        <w:rPr>
          <w:noProof/>
        </w:rPr>
        <w:t>к постановлению администраци</w:t>
      </w:r>
    </w:p>
    <w:p w:rsidR="00B73EEE" w:rsidRPr="003951F0" w:rsidRDefault="00B73EEE" w:rsidP="001C4F5B">
      <w:pPr>
        <w:ind w:right="284"/>
        <w:jc w:val="right"/>
        <w:rPr>
          <w:noProof/>
        </w:rPr>
      </w:pPr>
      <w:r>
        <w:rPr>
          <w:noProof/>
        </w:rPr>
        <w:t xml:space="preserve"> 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134"/>
        <w:jc w:val="right"/>
        <w:rPr>
          <w:noProof/>
        </w:rPr>
      </w:pPr>
      <w:r>
        <w:rPr>
          <w:noProof/>
        </w:rPr>
        <w:t>от 01.04.2013 №151</w:t>
      </w: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 xml:space="preserve">прилегающей территории к </w:t>
      </w:r>
      <w:r>
        <w:rPr>
          <w:noProof/>
        </w:rPr>
        <w:t>воинской части 35730</w:t>
      </w:r>
      <w:r w:rsidRPr="003951F0">
        <w:rPr>
          <w:noProof/>
        </w:rPr>
        <w:t>, на которой не допускается розничная продажа алкогольной продукции, пива и</w:t>
      </w:r>
      <w:r>
        <w:rPr>
          <w:noProof/>
        </w:rPr>
        <w:t xml:space="preserve"> пивных напитков, расположенной</w:t>
      </w:r>
      <w:r w:rsidRPr="003951F0">
        <w:rPr>
          <w:noProof/>
        </w:rPr>
        <w:t xml:space="preserve"> по адресу р.п.Коченево, ул.</w:t>
      </w:r>
      <w:r>
        <w:rPr>
          <w:noProof/>
        </w:rPr>
        <w:t>Восточная.</w:t>
      </w:r>
    </w:p>
    <w:p w:rsidR="00B73EEE" w:rsidRDefault="00B73EEE" w:rsidP="001C4F5B">
      <w:pPr>
        <w:jc w:val="right"/>
      </w:pPr>
      <w:r w:rsidRPr="00C27E82">
        <w:rPr>
          <w:noProof/>
        </w:rPr>
        <w:pict>
          <v:shape id="Рисунок 4" o:spid="_x0000_i1035" type="#_x0000_t75" style="width:463.5pt;height:373.5pt;visibility:visible">
            <v:imagedata r:id="rId17" o:title=""/>
          </v:shape>
        </w:pict>
      </w: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</w:pPr>
    </w:p>
    <w:p w:rsidR="00B73EEE" w:rsidRDefault="00B73EEE" w:rsidP="001C4F5B">
      <w:pPr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Default="00B73EEE" w:rsidP="001C4F5B">
      <w:pPr>
        <w:ind w:right="1276"/>
        <w:jc w:val="right"/>
        <w:rPr>
          <w:noProof/>
        </w:rPr>
      </w:pPr>
    </w:p>
    <w:p w:rsidR="00B73EEE" w:rsidRPr="003951F0" w:rsidRDefault="00B73EEE" w:rsidP="001C4F5B">
      <w:pPr>
        <w:ind w:right="1276"/>
        <w:jc w:val="right"/>
        <w:rPr>
          <w:noProof/>
        </w:rPr>
      </w:pPr>
      <w:r w:rsidRPr="003951F0">
        <w:rPr>
          <w:noProof/>
        </w:rPr>
        <w:t>Приложение</w:t>
      </w:r>
      <w:r>
        <w:rPr>
          <w:noProof/>
        </w:rPr>
        <w:t xml:space="preserve"> </w:t>
      </w:r>
      <w:r w:rsidRPr="003951F0">
        <w:rPr>
          <w:noProof/>
        </w:rPr>
        <w:t>№</w:t>
      </w:r>
      <w:r>
        <w:rPr>
          <w:noProof/>
        </w:rPr>
        <w:t>13</w:t>
      </w:r>
    </w:p>
    <w:p w:rsidR="00B73EEE" w:rsidRDefault="00B73EEE" w:rsidP="001C4F5B">
      <w:pPr>
        <w:ind w:right="-283"/>
        <w:jc w:val="right"/>
        <w:rPr>
          <w:noProof/>
        </w:rPr>
      </w:pPr>
      <w:r w:rsidRPr="003951F0">
        <w:rPr>
          <w:noProof/>
        </w:rPr>
        <w:t>к постановлению администрации</w:t>
      </w:r>
    </w:p>
    <w:p w:rsidR="00B73EEE" w:rsidRPr="003951F0" w:rsidRDefault="00B73EEE" w:rsidP="001C4F5B">
      <w:pPr>
        <w:ind w:right="284"/>
        <w:jc w:val="right"/>
        <w:rPr>
          <w:noProof/>
        </w:rPr>
      </w:pPr>
      <w:r>
        <w:rPr>
          <w:noProof/>
        </w:rPr>
        <w:t xml:space="preserve"> рабочего поселка </w:t>
      </w:r>
      <w:r w:rsidRPr="003951F0">
        <w:rPr>
          <w:noProof/>
        </w:rPr>
        <w:t>Коченево</w:t>
      </w:r>
    </w:p>
    <w:p w:rsidR="00B73EEE" w:rsidRPr="003951F0" w:rsidRDefault="00B73EEE" w:rsidP="001C4F5B">
      <w:pPr>
        <w:ind w:right="1134"/>
        <w:jc w:val="right"/>
        <w:rPr>
          <w:noProof/>
        </w:rPr>
      </w:pPr>
      <w:r>
        <w:rPr>
          <w:noProof/>
        </w:rPr>
        <w:t>от 01.04.2013 №151</w:t>
      </w: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Default="00B73EEE" w:rsidP="001C4F5B">
      <w:pPr>
        <w:jc w:val="center"/>
        <w:rPr>
          <w:noProof/>
          <w:sz w:val="36"/>
          <w:szCs w:val="36"/>
        </w:rPr>
      </w:pPr>
    </w:p>
    <w:p w:rsidR="00B73EEE" w:rsidRPr="003951F0" w:rsidRDefault="00B73EEE" w:rsidP="001C4F5B">
      <w:pPr>
        <w:jc w:val="center"/>
        <w:rPr>
          <w:noProof/>
          <w:sz w:val="36"/>
          <w:szCs w:val="36"/>
        </w:rPr>
      </w:pPr>
      <w:r w:rsidRPr="003951F0">
        <w:rPr>
          <w:noProof/>
          <w:sz w:val="36"/>
          <w:szCs w:val="36"/>
        </w:rPr>
        <w:t>Схема</w:t>
      </w:r>
    </w:p>
    <w:p w:rsidR="00B73EEE" w:rsidRDefault="00B73EEE" w:rsidP="001C4F5B">
      <w:pPr>
        <w:ind w:firstLine="284"/>
        <w:rPr>
          <w:noProof/>
        </w:rPr>
      </w:pPr>
      <w:r w:rsidRPr="003951F0">
        <w:rPr>
          <w:noProof/>
        </w:rPr>
        <w:t xml:space="preserve">прилегающей территории к </w:t>
      </w:r>
      <w:r>
        <w:rPr>
          <w:noProof/>
        </w:rPr>
        <w:t>железнодорожному вокзалу ст.Коченево</w:t>
      </w:r>
      <w:r w:rsidRPr="003951F0">
        <w:rPr>
          <w:noProof/>
        </w:rPr>
        <w:t>, на которой не допускается розничная продажа алкогольной продукции, пива и</w:t>
      </w:r>
      <w:r>
        <w:rPr>
          <w:noProof/>
        </w:rPr>
        <w:t xml:space="preserve"> пивных напитков, расположенному</w:t>
      </w:r>
      <w:r w:rsidRPr="003951F0">
        <w:rPr>
          <w:noProof/>
        </w:rPr>
        <w:t xml:space="preserve"> по адресу р.п.Коченево, ул.</w:t>
      </w:r>
      <w:r>
        <w:rPr>
          <w:noProof/>
        </w:rPr>
        <w:t>Линейная 3.</w:t>
      </w: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ind w:firstLine="284"/>
        <w:rPr>
          <w:noProof/>
        </w:rPr>
      </w:pPr>
    </w:p>
    <w:p w:rsidR="00B73EEE" w:rsidRDefault="00B73EEE" w:rsidP="001C4F5B">
      <w:pPr>
        <w:ind w:firstLine="284"/>
        <w:rPr>
          <w:noProof/>
        </w:rPr>
      </w:pPr>
      <w:r w:rsidRPr="00817B21">
        <w:rPr>
          <w:noProof/>
        </w:rPr>
        <w:pict>
          <v:shape id="_x0000_i1036" type="#_x0000_t75" style="width:466.5pt;height:375.75pt;visibility:visible">
            <v:imagedata r:id="rId18" o:title=""/>
          </v:shape>
        </w:pict>
      </w:r>
    </w:p>
    <w:p w:rsidR="00B73EEE" w:rsidRDefault="00B73EEE" w:rsidP="001C4F5B">
      <w:pPr>
        <w:jc w:val="right"/>
      </w:pPr>
    </w:p>
    <w:p w:rsidR="00B73EEE" w:rsidRDefault="00B73EEE" w:rsidP="003F4D75">
      <w:pPr>
        <w:jc w:val="both"/>
        <w:rPr>
          <w:sz w:val="28"/>
          <w:szCs w:val="28"/>
        </w:rPr>
      </w:pPr>
    </w:p>
    <w:sectPr w:rsidR="00B73EEE" w:rsidSect="001C1E8F">
      <w:footerReference w:type="even" r:id="rId19"/>
      <w:footerReference w:type="default" r:id="rId20"/>
      <w:pgSz w:w="11906" w:h="16838"/>
      <w:pgMar w:top="720" w:right="1418" w:bottom="35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EEE" w:rsidRDefault="00B73EEE">
      <w:r>
        <w:separator/>
      </w:r>
    </w:p>
  </w:endnote>
  <w:endnote w:type="continuationSeparator" w:id="0">
    <w:p w:rsidR="00B73EEE" w:rsidRDefault="00B73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EEE" w:rsidRDefault="00B73EEE" w:rsidP="007508C1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3EEE" w:rsidRDefault="00B73EEE" w:rsidP="007508C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EEE" w:rsidRDefault="00B73EEE" w:rsidP="007508C1">
    <w:pPr>
      <w:pStyle w:val="Footer"/>
      <w:framePr w:wrap="auto" w:vAnchor="text" w:hAnchor="margin" w:xAlign="right" w:y="1"/>
      <w:rPr>
        <w:rStyle w:val="PageNumber"/>
      </w:rPr>
    </w:pPr>
  </w:p>
  <w:p w:rsidR="00B73EEE" w:rsidRDefault="00B73EEE" w:rsidP="007508C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EEE" w:rsidRDefault="00B73EEE">
      <w:r>
        <w:separator/>
      </w:r>
    </w:p>
  </w:footnote>
  <w:footnote w:type="continuationSeparator" w:id="0">
    <w:p w:rsidR="00B73EEE" w:rsidRDefault="00B73E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799C"/>
    <w:multiLevelType w:val="hybridMultilevel"/>
    <w:tmpl w:val="74708752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993534"/>
    <w:multiLevelType w:val="hybridMultilevel"/>
    <w:tmpl w:val="3E5A5C0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4D26ACC"/>
    <w:multiLevelType w:val="hybridMultilevel"/>
    <w:tmpl w:val="C9988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5F37FE"/>
    <w:multiLevelType w:val="hybridMultilevel"/>
    <w:tmpl w:val="9058016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B997F31"/>
    <w:multiLevelType w:val="hybridMultilevel"/>
    <w:tmpl w:val="525CE92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8A75A35"/>
    <w:multiLevelType w:val="hybridMultilevel"/>
    <w:tmpl w:val="552A9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926450"/>
    <w:multiLevelType w:val="hybridMultilevel"/>
    <w:tmpl w:val="99C232DA"/>
    <w:lvl w:ilvl="0" w:tplc="9E942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A57742"/>
    <w:multiLevelType w:val="hybridMultilevel"/>
    <w:tmpl w:val="BF0018AE"/>
    <w:lvl w:ilvl="0" w:tplc="2EA85852">
      <w:start w:val="1"/>
      <w:numFmt w:val="decimal"/>
      <w:lvlText w:val="%1."/>
      <w:lvlJc w:val="left"/>
      <w:pPr>
        <w:ind w:left="97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1194062"/>
    <w:multiLevelType w:val="hybridMultilevel"/>
    <w:tmpl w:val="BB3C68EA"/>
    <w:lvl w:ilvl="0" w:tplc="E378062A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6F350C5"/>
    <w:multiLevelType w:val="hybridMultilevel"/>
    <w:tmpl w:val="C0F4F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670FB9"/>
    <w:multiLevelType w:val="hybridMultilevel"/>
    <w:tmpl w:val="3358263C"/>
    <w:lvl w:ilvl="0" w:tplc="2E2255A6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57E77024"/>
    <w:multiLevelType w:val="hybridMultilevel"/>
    <w:tmpl w:val="000419E8"/>
    <w:lvl w:ilvl="0" w:tplc="E6305666">
      <w:start w:val="1"/>
      <w:numFmt w:val="decimal"/>
      <w:lvlText w:val="%1."/>
      <w:lvlJc w:val="left"/>
      <w:pPr>
        <w:ind w:left="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  <w:rPr>
        <w:rFonts w:cs="Times New Roman"/>
      </w:rPr>
    </w:lvl>
  </w:abstractNum>
  <w:abstractNum w:abstractNumId="12">
    <w:nsid w:val="6AD53177"/>
    <w:multiLevelType w:val="hybridMultilevel"/>
    <w:tmpl w:val="15908794"/>
    <w:lvl w:ilvl="0" w:tplc="1B8E692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6C542B88"/>
    <w:multiLevelType w:val="hybridMultilevel"/>
    <w:tmpl w:val="35D81E06"/>
    <w:lvl w:ilvl="0" w:tplc="5136E8DE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E1074EC"/>
    <w:multiLevelType w:val="hybridMultilevel"/>
    <w:tmpl w:val="A0FC6452"/>
    <w:lvl w:ilvl="0" w:tplc="8850DC0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10"/>
  </w:num>
  <w:num w:numId="7">
    <w:abstractNumId w:val="2"/>
  </w:num>
  <w:num w:numId="8">
    <w:abstractNumId w:val="14"/>
  </w:num>
  <w:num w:numId="9">
    <w:abstractNumId w:val="0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565"/>
    <w:rsid w:val="00005D1C"/>
    <w:rsid w:val="0000640E"/>
    <w:rsid w:val="00006DCF"/>
    <w:rsid w:val="0001400B"/>
    <w:rsid w:val="00017F4F"/>
    <w:rsid w:val="00030164"/>
    <w:rsid w:val="0003483F"/>
    <w:rsid w:val="00043952"/>
    <w:rsid w:val="000443FE"/>
    <w:rsid w:val="00046F23"/>
    <w:rsid w:val="000572D1"/>
    <w:rsid w:val="00060227"/>
    <w:rsid w:val="00062558"/>
    <w:rsid w:val="000636CF"/>
    <w:rsid w:val="000663D3"/>
    <w:rsid w:val="00074C6E"/>
    <w:rsid w:val="000844BF"/>
    <w:rsid w:val="000847D2"/>
    <w:rsid w:val="000862F1"/>
    <w:rsid w:val="00086FA8"/>
    <w:rsid w:val="0009125F"/>
    <w:rsid w:val="00092043"/>
    <w:rsid w:val="00092C43"/>
    <w:rsid w:val="00096D9D"/>
    <w:rsid w:val="00097D17"/>
    <w:rsid w:val="000A3145"/>
    <w:rsid w:val="000A37ED"/>
    <w:rsid w:val="000B2DEE"/>
    <w:rsid w:val="000C2887"/>
    <w:rsid w:val="000C4230"/>
    <w:rsid w:val="000C4EE8"/>
    <w:rsid w:val="000C75A1"/>
    <w:rsid w:val="000E2BA4"/>
    <w:rsid w:val="000F1CFA"/>
    <w:rsid w:val="00102325"/>
    <w:rsid w:val="001055D0"/>
    <w:rsid w:val="001200DD"/>
    <w:rsid w:val="00122CDE"/>
    <w:rsid w:val="00127754"/>
    <w:rsid w:val="00131F6B"/>
    <w:rsid w:val="00133073"/>
    <w:rsid w:val="001375D8"/>
    <w:rsid w:val="00137FEB"/>
    <w:rsid w:val="00145C1C"/>
    <w:rsid w:val="00151E47"/>
    <w:rsid w:val="00153283"/>
    <w:rsid w:val="00162481"/>
    <w:rsid w:val="00174838"/>
    <w:rsid w:val="00180F42"/>
    <w:rsid w:val="00187632"/>
    <w:rsid w:val="00187E9E"/>
    <w:rsid w:val="00193F63"/>
    <w:rsid w:val="00197689"/>
    <w:rsid w:val="001A46C8"/>
    <w:rsid w:val="001B1A38"/>
    <w:rsid w:val="001B23CA"/>
    <w:rsid w:val="001B3D13"/>
    <w:rsid w:val="001B56FC"/>
    <w:rsid w:val="001C1E8F"/>
    <w:rsid w:val="001C3AF1"/>
    <w:rsid w:val="001C4647"/>
    <w:rsid w:val="001C4F5B"/>
    <w:rsid w:val="001C51A5"/>
    <w:rsid w:val="001D2A3C"/>
    <w:rsid w:val="001D343F"/>
    <w:rsid w:val="001D40B5"/>
    <w:rsid w:val="001D7BD6"/>
    <w:rsid w:val="001D7D2D"/>
    <w:rsid w:val="001E0764"/>
    <w:rsid w:val="001E4BA3"/>
    <w:rsid w:val="001F24E6"/>
    <w:rsid w:val="001F6470"/>
    <w:rsid w:val="001F6EE2"/>
    <w:rsid w:val="00202DE9"/>
    <w:rsid w:val="00212AFE"/>
    <w:rsid w:val="0021396A"/>
    <w:rsid w:val="0021654F"/>
    <w:rsid w:val="002236A6"/>
    <w:rsid w:val="0023518C"/>
    <w:rsid w:val="002439E6"/>
    <w:rsid w:val="0027514B"/>
    <w:rsid w:val="00276010"/>
    <w:rsid w:val="002776DE"/>
    <w:rsid w:val="00292D8B"/>
    <w:rsid w:val="0029462F"/>
    <w:rsid w:val="002A0FC7"/>
    <w:rsid w:val="002B0A9E"/>
    <w:rsid w:val="002C5453"/>
    <w:rsid w:val="002C690A"/>
    <w:rsid w:val="002D08C9"/>
    <w:rsid w:val="002D2163"/>
    <w:rsid w:val="002E2DF6"/>
    <w:rsid w:val="002E63B3"/>
    <w:rsid w:val="002E6AD2"/>
    <w:rsid w:val="002F5590"/>
    <w:rsid w:val="00300FA6"/>
    <w:rsid w:val="00301566"/>
    <w:rsid w:val="0031515C"/>
    <w:rsid w:val="003202EC"/>
    <w:rsid w:val="0032089F"/>
    <w:rsid w:val="0032182D"/>
    <w:rsid w:val="00322A05"/>
    <w:rsid w:val="00336D61"/>
    <w:rsid w:val="0036468A"/>
    <w:rsid w:val="00385DA0"/>
    <w:rsid w:val="00386286"/>
    <w:rsid w:val="00390ABD"/>
    <w:rsid w:val="00392591"/>
    <w:rsid w:val="00392740"/>
    <w:rsid w:val="003951F0"/>
    <w:rsid w:val="003B0881"/>
    <w:rsid w:val="003D3912"/>
    <w:rsid w:val="003E517E"/>
    <w:rsid w:val="003E7970"/>
    <w:rsid w:val="003F4D75"/>
    <w:rsid w:val="003F5C24"/>
    <w:rsid w:val="00404501"/>
    <w:rsid w:val="004045C2"/>
    <w:rsid w:val="00405027"/>
    <w:rsid w:val="00405D4D"/>
    <w:rsid w:val="00414F05"/>
    <w:rsid w:val="0041508B"/>
    <w:rsid w:val="0041687F"/>
    <w:rsid w:val="0042213E"/>
    <w:rsid w:val="00424CAD"/>
    <w:rsid w:val="0045077B"/>
    <w:rsid w:val="00450A01"/>
    <w:rsid w:val="00462339"/>
    <w:rsid w:val="00475F9F"/>
    <w:rsid w:val="00487004"/>
    <w:rsid w:val="00490A39"/>
    <w:rsid w:val="00493C99"/>
    <w:rsid w:val="0049458C"/>
    <w:rsid w:val="004975CF"/>
    <w:rsid w:val="004A1FE9"/>
    <w:rsid w:val="004B4062"/>
    <w:rsid w:val="004C6DD5"/>
    <w:rsid w:val="004C7A06"/>
    <w:rsid w:val="004D6152"/>
    <w:rsid w:val="004F5AAB"/>
    <w:rsid w:val="00505852"/>
    <w:rsid w:val="00516597"/>
    <w:rsid w:val="00540C3F"/>
    <w:rsid w:val="00546C87"/>
    <w:rsid w:val="0056611B"/>
    <w:rsid w:val="00576B5D"/>
    <w:rsid w:val="005811BE"/>
    <w:rsid w:val="00582A1F"/>
    <w:rsid w:val="00587639"/>
    <w:rsid w:val="00590198"/>
    <w:rsid w:val="00592308"/>
    <w:rsid w:val="00594EBC"/>
    <w:rsid w:val="005A57F0"/>
    <w:rsid w:val="005B7B49"/>
    <w:rsid w:val="005C12AE"/>
    <w:rsid w:val="005D47B8"/>
    <w:rsid w:val="005D5138"/>
    <w:rsid w:val="005D5FC2"/>
    <w:rsid w:val="005D710B"/>
    <w:rsid w:val="005F36FD"/>
    <w:rsid w:val="005F6ECC"/>
    <w:rsid w:val="005F7E3C"/>
    <w:rsid w:val="00600492"/>
    <w:rsid w:val="00601F6A"/>
    <w:rsid w:val="0061320C"/>
    <w:rsid w:val="0061321A"/>
    <w:rsid w:val="00622B3E"/>
    <w:rsid w:val="00625AD0"/>
    <w:rsid w:val="00625CF2"/>
    <w:rsid w:val="00626FAD"/>
    <w:rsid w:val="006322D3"/>
    <w:rsid w:val="0063236A"/>
    <w:rsid w:val="00635851"/>
    <w:rsid w:val="006425A7"/>
    <w:rsid w:val="00651924"/>
    <w:rsid w:val="00654E0D"/>
    <w:rsid w:val="006622C9"/>
    <w:rsid w:val="00672FAF"/>
    <w:rsid w:val="006809C4"/>
    <w:rsid w:val="00682516"/>
    <w:rsid w:val="006912E8"/>
    <w:rsid w:val="006A2ABD"/>
    <w:rsid w:val="006A4F1F"/>
    <w:rsid w:val="006B11CB"/>
    <w:rsid w:val="006B64C3"/>
    <w:rsid w:val="006B79D3"/>
    <w:rsid w:val="006D4A8E"/>
    <w:rsid w:val="006D5F79"/>
    <w:rsid w:val="00701A49"/>
    <w:rsid w:val="00711AA6"/>
    <w:rsid w:val="007213E6"/>
    <w:rsid w:val="00726239"/>
    <w:rsid w:val="00733C3E"/>
    <w:rsid w:val="00745C5B"/>
    <w:rsid w:val="007508C1"/>
    <w:rsid w:val="00753B60"/>
    <w:rsid w:val="00756C0C"/>
    <w:rsid w:val="007724D1"/>
    <w:rsid w:val="00774B56"/>
    <w:rsid w:val="00775D7C"/>
    <w:rsid w:val="00776070"/>
    <w:rsid w:val="007810C8"/>
    <w:rsid w:val="0079531D"/>
    <w:rsid w:val="00796B50"/>
    <w:rsid w:val="007B05A5"/>
    <w:rsid w:val="007B428F"/>
    <w:rsid w:val="007B45B0"/>
    <w:rsid w:val="007D41B2"/>
    <w:rsid w:val="007D48E3"/>
    <w:rsid w:val="007D7261"/>
    <w:rsid w:val="007E24CA"/>
    <w:rsid w:val="007E6C53"/>
    <w:rsid w:val="007E6D9D"/>
    <w:rsid w:val="007F43EA"/>
    <w:rsid w:val="008050DA"/>
    <w:rsid w:val="00814A5E"/>
    <w:rsid w:val="00815DAF"/>
    <w:rsid w:val="00817B21"/>
    <w:rsid w:val="008245BF"/>
    <w:rsid w:val="00824E61"/>
    <w:rsid w:val="00831044"/>
    <w:rsid w:val="008527C3"/>
    <w:rsid w:val="00862105"/>
    <w:rsid w:val="00874F59"/>
    <w:rsid w:val="008751CF"/>
    <w:rsid w:val="00883565"/>
    <w:rsid w:val="00883DEC"/>
    <w:rsid w:val="00886D41"/>
    <w:rsid w:val="008A78AE"/>
    <w:rsid w:val="008B0232"/>
    <w:rsid w:val="008C1609"/>
    <w:rsid w:val="008D390C"/>
    <w:rsid w:val="008D3DB9"/>
    <w:rsid w:val="008F7828"/>
    <w:rsid w:val="00900A22"/>
    <w:rsid w:val="00913CCB"/>
    <w:rsid w:val="00921A44"/>
    <w:rsid w:val="00936385"/>
    <w:rsid w:val="00940E24"/>
    <w:rsid w:val="0094669C"/>
    <w:rsid w:val="0095744D"/>
    <w:rsid w:val="00963DF3"/>
    <w:rsid w:val="009738D5"/>
    <w:rsid w:val="009801E7"/>
    <w:rsid w:val="00981208"/>
    <w:rsid w:val="0098183C"/>
    <w:rsid w:val="00993633"/>
    <w:rsid w:val="00994EC2"/>
    <w:rsid w:val="009A6779"/>
    <w:rsid w:val="009C2112"/>
    <w:rsid w:val="009D5FCC"/>
    <w:rsid w:val="009E2CAD"/>
    <w:rsid w:val="009F4AA7"/>
    <w:rsid w:val="00A16BBE"/>
    <w:rsid w:val="00A2472C"/>
    <w:rsid w:val="00A25391"/>
    <w:rsid w:val="00A3187D"/>
    <w:rsid w:val="00A32532"/>
    <w:rsid w:val="00A33990"/>
    <w:rsid w:val="00A4377B"/>
    <w:rsid w:val="00A45E2E"/>
    <w:rsid w:val="00A460E6"/>
    <w:rsid w:val="00A83E36"/>
    <w:rsid w:val="00A93DDF"/>
    <w:rsid w:val="00A96EDF"/>
    <w:rsid w:val="00AA0399"/>
    <w:rsid w:val="00AB6866"/>
    <w:rsid w:val="00AC087B"/>
    <w:rsid w:val="00AC22E1"/>
    <w:rsid w:val="00AD17E4"/>
    <w:rsid w:val="00AD52B5"/>
    <w:rsid w:val="00AD6401"/>
    <w:rsid w:val="00AD745D"/>
    <w:rsid w:val="00AD7AC1"/>
    <w:rsid w:val="00AE04A1"/>
    <w:rsid w:val="00AE1311"/>
    <w:rsid w:val="00AE34C2"/>
    <w:rsid w:val="00AE65CF"/>
    <w:rsid w:val="00AE6B48"/>
    <w:rsid w:val="00AF097A"/>
    <w:rsid w:val="00AF1083"/>
    <w:rsid w:val="00AF2C74"/>
    <w:rsid w:val="00AF66D2"/>
    <w:rsid w:val="00AF700F"/>
    <w:rsid w:val="00AF7543"/>
    <w:rsid w:val="00B07581"/>
    <w:rsid w:val="00B113C4"/>
    <w:rsid w:val="00B2064C"/>
    <w:rsid w:val="00B20691"/>
    <w:rsid w:val="00B20AEB"/>
    <w:rsid w:val="00B2350F"/>
    <w:rsid w:val="00B259D3"/>
    <w:rsid w:val="00B336A5"/>
    <w:rsid w:val="00B344EA"/>
    <w:rsid w:val="00B43AF1"/>
    <w:rsid w:val="00B46D91"/>
    <w:rsid w:val="00B60561"/>
    <w:rsid w:val="00B6698D"/>
    <w:rsid w:val="00B71042"/>
    <w:rsid w:val="00B73854"/>
    <w:rsid w:val="00B73EEE"/>
    <w:rsid w:val="00B73F16"/>
    <w:rsid w:val="00B74E2A"/>
    <w:rsid w:val="00B82F59"/>
    <w:rsid w:val="00B848BB"/>
    <w:rsid w:val="00B850C9"/>
    <w:rsid w:val="00B95319"/>
    <w:rsid w:val="00BA095E"/>
    <w:rsid w:val="00BA2813"/>
    <w:rsid w:val="00BA5B29"/>
    <w:rsid w:val="00BB614A"/>
    <w:rsid w:val="00BD1496"/>
    <w:rsid w:val="00BE78D2"/>
    <w:rsid w:val="00BF15E3"/>
    <w:rsid w:val="00BF7351"/>
    <w:rsid w:val="00C01F9C"/>
    <w:rsid w:val="00C11D47"/>
    <w:rsid w:val="00C14086"/>
    <w:rsid w:val="00C232C4"/>
    <w:rsid w:val="00C27E82"/>
    <w:rsid w:val="00C3663F"/>
    <w:rsid w:val="00C36D95"/>
    <w:rsid w:val="00C36E8C"/>
    <w:rsid w:val="00C36F85"/>
    <w:rsid w:val="00C433F2"/>
    <w:rsid w:val="00C5195B"/>
    <w:rsid w:val="00C722C5"/>
    <w:rsid w:val="00C73B38"/>
    <w:rsid w:val="00C757FB"/>
    <w:rsid w:val="00C92394"/>
    <w:rsid w:val="00CA3DC6"/>
    <w:rsid w:val="00CB071D"/>
    <w:rsid w:val="00CB2905"/>
    <w:rsid w:val="00CB2FF0"/>
    <w:rsid w:val="00CB6125"/>
    <w:rsid w:val="00CB6C27"/>
    <w:rsid w:val="00CC1380"/>
    <w:rsid w:val="00CC7DC2"/>
    <w:rsid w:val="00CD5981"/>
    <w:rsid w:val="00CE4541"/>
    <w:rsid w:val="00CE4713"/>
    <w:rsid w:val="00CF7B68"/>
    <w:rsid w:val="00D003DF"/>
    <w:rsid w:val="00D22D5C"/>
    <w:rsid w:val="00D23430"/>
    <w:rsid w:val="00D262B9"/>
    <w:rsid w:val="00D32E67"/>
    <w:rsid w:val="00D36A83"/>
    <w:rsid w:val="00D37262"/>
    <w:rsid w:val="00D503CE"/>
    <w:rsid w:val="00D51AE2"/>
    <w:rsid w:val="00D51B3F"/>
    <w:rsid w:val="00D51FF3"/>
    <w:rsid w:val="00D62574"/>
    <w:rsid w:val="00D7742F"/>
    <w:rsid w:val="00DA07AA"/>
    <w:rsid w:val="00DC466E"/>
    <w:rsid w:val="00DC4CE9"/>
    <w:rsid w:val="00DC575E"/>
    <w:rsid w:val="00DD1932"/>
    <w:rsid w:val="00DD1A27"/>
    <w:rsid w:val="00DD1F21"/>
    <w:rsid w:val="00DD40B5"/>
    <w:rsid w:val="00DF0651"/>
    <w:rsid w:val="00DF288F"/>
    <w:rsid w:val="00DF37C5"/>
    <w:rsid w:val="00E07C63"/>
    <w:rsid w:val="00E1518B"/>
    <w:rsid w:val="00E166DF"/>
    <w:rsid w:val="00E20F9D"/>
    <w:rsid w:val="00E2749A"/>
    <w:rsid w:val="00E30028"/>
    <w:rsid w:val="00E51F69"/>
    <w:rsid w:val="00E60933"/>
    <w:rsid w:val="00E649DE"/>
    <w:rsid w:val="00E66546"/>
    <w:rsid w:val="00E67CCF"/>
    <w:rsid w:val="00E731D6"/>
    <w:rsid w:val="00E8483F"/>
    <w:rsid w:val="00EA13D2"/>
    <w:rsid w:val="00EA1A72"/>
    <w:rsid w:val="00EA2668"/>
    <w:rsid w:val="00EA3CD5"/>
    <w:rsid w:val="00EA7FCD"/>
    <w:rsid w:val="00EB233F"/>
    <w:rsid w:val="00EB2CE5"/>
    <w:rsid w:val="00EB77B3"/>
    <w:rsid w:val="00EB7CE0"/>
    <w:rsid w:val="00ED02CE"/>
    <w:rsid w:val="00ED235F"/>
    <w:rsid w:val="00ED46E4"/>
    <w:rsid w:val="00EE4506"/>
    <w:rsid w:val="00EE5F62"/>
    <w:rsid w:val="00EF55EB"/>
    <w:rsid w:val="00F018FB"/>
    <w:rsid w:val="00F0617C"/>
    <w:rsid w:val="00F22659"/>
    <w:rsid w:val="00F360A5"/>
    <w:rsid w:val="00F47CD7"/>
    <w:rsid w:val="00F52753"/>
    <w:rsid w:val="00F5361A"/>
    <w:rsid w:val="00F54719"/>
    <w:rsid w:val="00F633FE"/>
    <w:rsid w:val="00F728E3"/>
    <w:rsid w:val="00F77CB3"/>
    <w:rsid w:val="00F84368"/>
    <w:rsid w:val="00F92E59"/>
    <w:rsid w:val="00F94B64"/>
    <w:rsid w:val="00F955DD"/>
    <w:rsid w:val="00FA2AB2"/>
    <w:rsid w:val="00FB7163"/>
    <w:rsid w:val="00FC2BD9"/>
    <w:rsid w:val="00FC6859"/>
    <w:rsid w:val="00FC7E38"/>
    <w:rsid w:val="00FD1165"/>
    <w:rsid w:val="00FD60AE"/>
    <w:rsid w:val="00FE40C2"/>
    <w:rsid w:val="00FE586B"/>
    <w:rsid w:val="00FE6D7E"/>
    <w:rsid w:val="00FF0AC8"/>
    <w:rsid w:val="00FF1778"/>
    <w:rsid w:val="00FF5AC8"/>
    <w:rsid w:val="00FF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63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3633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3633"/>
    <w:pPr>
      <w:keepNext/>
      <w:jc w:val="both"/>
      <w:outlineLvl w:val="1"/>
    </w:pPr>
    <w:rPr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3633"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3633"/>
    <w:pPr>
      <w:keepNext/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3633"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93633"/>
    <w:pPr>
      <w:keepNext/>
      <w:ind w:firstLine="900"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A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4A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4A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4A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4A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4A81"/>
    <w:rPr>
      <w:rFonts w:asciiTheme="minorHAnsi" w:eastAsiaTheme="minorEastAsia" w:hAnsiTheme="minorHAnsi" w:cstheme="minorBidi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993633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A81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993633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14A81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993633"/>
    <w:pPr>
      <w:ind w:firstLine="90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14A8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213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A81"/>
    <w:rPr>
      <w:sz w:val="0"/>
      <w:szCs w:val="0"/>
    </w:rPr>
  </w:style>
  <w:style w:type="paragraph" w:customStyle="1" w:styleId="3">
    <w:name w:val="заголовок 3"/>
    <w:basedOn w:val="Normal"/>
    <w:next w:val="Normal"/>
    <w:uiPriority w:val="99"/>
    <w:rsid w:val="00682516"/>
    <w:pPr>
      <w:keepNext/>
      <w:jc w:val="center"/>
      <w:outlineLvl w:val="2"/>
    </w:pPr>
    <w:rPr>
      <w:sz w:val="28"/>
      <w:szCs w:val="20"/>
      <w:lang w:val="en-US"/>
    </w:rPr>
  </w:style>
  <w:style w:type="table" w:styleId="TableGrid">
    <w:name w:val="Table Grid"/>
    <w:basedOn w:val="TableNormal"/>
    <w:uiPriority w:val="99"/>
    <w:rsid w:val="00086F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8050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691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13C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13CCB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14A8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13CC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13CCB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14A81"/>
    <w:rPr>
      <w:sz w:val="24"/>
      <w:szCs w:val="24"/>
    </w:rPr>
  </w:style>
  <w:style w:type="character" w:styleId="Emphasis">
    <w:name w:val="Emphasis"/>
    <w:basedOn w:val="DefaultParagraphFont"/>
    <w:uiPriority w:val="99"/>
    <w:qFormat/>
    <w:rsid w:val="002C5453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613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6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15</Pages>
  <Words>1076</Words>
  <Characters>6135</Characters>
  <Application>Microsoft Office Outlook</Application>
  <DocSecurity>0</DocSecurity>
  <Lines>0</Lines>
  <Paragraphs>0</Paragraphs>
  <ScaleCrop>false</ScaleCrop>
  <Company>Администрация Коченевского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КОЧЕНЕВСКОГО РАЙОНА</dc:title>
  <dc:subject/>
  <dc:creator>Кузнецова Елена</dc:creator>
  <cp:keywords/>
  <dc:description/>
  <cp:lastModifiedBy>Орг.отдел</cp:lastModifiedBy>
  <cp:revision>2</cp:revision>
  <cp:lastPrinted>2013-03-15T07:44:00Z</cp:lastPrinted>
  <dcterms:created xsi:type="dcterms:W3CDTF">2013-04-08T09:01:00Z</dcterms:created>
  <dcterms:modified xsi:type="dcterms:W3CDTF">2013-04-08T09:01:00Z</dcterms:modified>
</cp:coreProperties>
</file>